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3E" w:rsidRDefault="00F4273E">
      <w:pPr>
        <w:rPr>
          <w:rFonts w:cs="Aharoni"/>
          <w:sz w:val="48"/>
          <w:szCs w:val="48"/>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r>
        <w:rPr>
          <w:rFonts w:cs="Aharoni"/>
          <w:sz w:val="52"/>
          <w:szCs w:val="52"/>
          <w:lang w:bidi="he-IL"/>
        </w:rPr>
        <w:t xml:space="preserve">It was a very brisk, winter day. A little girl named Sarah was gazing out the window, watching the snowflakes fall gracefully to the ground.  </w:t>
      </w: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Pr="001F6C1B" w:rsidRDefault="00F4273E" w:rsidP="00CB057D">
      <w:pPr>
        <w:rPr>
          <w:rFonts w:cs="Aharoni"/>
          <w:sz w:val="52"/>
          <w:szCs w:val="52"/>
          <w:lang w:bidi="he-IL"/>
        </w:rPr>
      </w:pPr>
      <w:r>
        <w:rPr>
          <w:rFonts w:cs="Aharoni"/>
          <w:sz w:val="52"/>
          <w:szCs w:val="52"/>
          <w:lang w:bidi="he-IL"/>
        </w:rPr>
        <w:t>Sarah asked her mom if she could go outside and play in it, and her mom said “Sure, just be very careful!” So Sarah gathered all of her snow clothes, and bundled up to go outside.</w:t>
      </w:r>
    </w:p>
    <w:p w:rsidR="00F4273E" w:rsidRDefault="00F4273E" w:rsidP="00EF0A90">
      <w:pPr>
        <w:rPr>
          <w:rFonts w:cs="Aharoni"/>
          <w:sz w:val="52"/>
          <w:szCs w:val="52"/>
          <w:lang w:bidi="he-IL"/>
        </w:rPr>
      </w:pPr>
    </w:p>
    <w:p w:rsidR="00F4273E" w:rsidRDefault="00F4273E" w:rsidP="00EF0A90">
      <w:pPr>
        <w:rPr>
          <w:rFonts w:cs="Aharoni"/>
          <w:sz w:val="48"/>
          <w:szCs w:val="48"/>
          <w:lang w:bidi="he-IL"/>
        </w:rPr>
      </w:pPr>
    </w:p>
    <w:p w:rsidR="00F4273E" w:rsidRDefault="00F4273E" w:rsidP="00EF0A90">
      <w:pPr>
        <w:rPr>
          <w:rFonts w:cs="Aharoni"/>
          <w:sz w:val="48"/>
          <w:szCs w:val="48"/>
          <w:lang w:bidi="he-IL"/>
        </w:rPr>
      </w:pPr>
    </w:p>
    <w:p w:rsidR="00F4273E" w:rsidRDefault="00F4273E" w:rsidP="00EF0A90">
      <w:pPr>
        <w:rPr>
          <w:rFonts w:cs="Aharoni"/>
          <w:sz w:val="48"/>
          <w:szCs w:val="48"/>
          <w:lang w:bidi="he-IL"/>
        </w:rPr>
      </w:pPr>
    </w:p>
    <w:p w:rsidR="00F4273E" w:rsidRDefault="00F4273E" w:rsidP="00EF0A90">
      <w:pPr>
        <w:rPr>
          <w:rFonts w:cs="Aharoni"/>
          <w:sz w:val="48"/>
          <w:szCs w:val="48"/>
          <w:lang w:bidi="he-IL"/>
        </w:rPr>
      </w:pPr>
    </w:p>
    <w:p w:rsidR="00F4273E" w:rsidRDefault="00F4273E" w:rsidP="00EF0A90">
      <w:pPr>
        <w:rPr>
          <w:rFonts w:cs="Aharoni"/>
          <w:sz w:val="48"/>
          <w:szCs w:val="48"/>
          <w:lang w:bidi="he-IL"/>
        </w:rPr>
      </w:pPr>
    </w:p>
    <w:p w:rsidR="00F4273E" w:rsidRDefault="00F4273E" w:rsidP="00EF0A90">
      <w:pPr>
        <w:rPr>
          <w:rFonts w:cs="Aharoni"/>
          <w:sz w:val="52"/>
          <w:szCs w:val="52"/>
          <w:lang w:bidi="he-IL"/>
        </w:rPr>
      </w:pPr>
      <w:r w:rsidRPr="002839A8">
        <w:rPr>
          <w:rFonts w:cs="Aharoni"/>
          <w:sz w:val="52"/>
          <w:szCs w:val="52"/>
          <w:lang w:bidi="he-IL"/>
        </w:rPr>
        <w:t>Sarah’s mom was watching her from the window, as she was building a snowman and making snow angels. Sarah was having the time of her life.</w:t>
      </w:r>
      <w:r>
        <w:rPr>
          <w:rFonts w:cs="Aharoni"/>
          <w:sz w:val="52"/>
          <w:szCs w:val="52"/>
          <w:lang w:bidi="he-IL"/>
        </w:rPr>
        <w:t xml:space="preserve"> Her mom then yelled out the door to Sarah “Stay right there, I will be right back. I am just getting my camera!”</w:t>
      </w: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r w:rsidRPr="001E4C4A">
        <w:rPr>
          <w:rFonts w:cs="Aharoni"/>
          <w:sz w:val="52"/>
          <w:szCs w:val="52"/>
          <w:lang w:bidi="he-IL"/>
        </w:rPr>
        <w:t>Sarah was a very curious girl and did not always listen to directions. She spotted footsteps in the snow that were leading down the sidewalk. She wanted to see where the steps would lead, thinking it would just be down her street</w:t>
      </w:r>
      <w:r>
        <w:rPr>
          <w:rFonts w:cs="Aharoni"/>
          <w:sz w:val="52"/>
          <w:szCs w:val="52"/>
          <w:lang w:bidi="he-IL"/>
        </w:rPr>
        <w:t xml:space="preserve">. </w:t>
      </w: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r>
        <w:rPr>
          <w:rFonts w:cs="Aharoni"/>
          <w:sz w:val="52"/>
          <w:szCs w:val="52"/>
          <w:lang w:bidi="he-IL"/>
        </w:rPr>
        <w:t>Forgetting all about the directions her mom had just given her, she started following the little footsteps in the snow. She was concentrating so hard on following the trail that she didn’t once look up.</w:t>
      </w: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Default="00F4273E" w:rsidP="00EF0A90">
      <w:pPr>
        <w:rPr>
          <w:rFonts w:cs="Aharoni"/>
          <w:sz w:val="52"/>
          <w:szCs w:val="52"/>
          <w:lang w:bidi="he-IL"/>
        </w:rPr>
      </w:pPr>
    </w:p>
    <w:p w:rsidR="00F4273E" w:rsidRPr="002839A8" w:rsidRDefault="00F4273E" w:rsidP="00EF0A90">
      <w:pPr>
        <w:rPr>
          <w:rFonts w:cs="Aharoni"/>
          <w:sz w:val="52"/>
          <w:szCs w:val="52"/>
          <w:lang w:bidi="he-IL"/>
        </w:rPr>
      </w:pPr>
    </w:p>
    <w:sectPr w:rsidR="00F4273E" w:rsidRPr="002839A8" w:rsidSect="00EF0A90">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haroni">
    <w:panose1 w:val="00000000000000000000"/>
    <w:charset w:val="B1"/>
    <w:family w:val="auto"/>
    <w:notTrueType/>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0A90"/>
    <w:rsid w:val="00090B60"/>
    <w:rsid w:val="0011194A"/>
    <w:rsid w:val="001B445E"/>
    <w:rsid w:val="001E4C4A"/>
    <w:rsid w:val="001F6C1B"/>
    <w:rsid w:val="002220B7"/>
    <w:rsid w:val="002839A8"/>
    <w:rsid w:val="003005B5"/>
    <w:rsid w:val="003331B9"/>
    <w:rsid w:val="00353266"/>
    <w:rsid w:val="00371822"/>
    <w:rsid w:val="003F0692"/>
    <w:rsid w:val="0040128A"/>
    <w:rsid w:val="0050719C"/>
    <w:rsid w:val="00533A62"/>
    <w:rsid w:val="005B7C83"/>
    <w:rsid w:val="006B54C2"/>
    <w:rsid w:val="007D4FE1"/>
    <w:rsid w:val="008C2C2F"/>
    <w:rsid w:val="0098255D"/>
    <w:rsid w:val="009B204E"/>
    <w:rsid w:val="00A94173"/>
    <w:rsid w:val="00AC035F"/>
    <w:rsid w:val="00B762EB"/>
    <w:rsid w:val="00C04502"/>
    <w:rsid w:val="00C1041E"/>
    <w:rsid w:val="00C236D9"/>
    <w:rsid w:val="00CA20BC"/>
    <w:rsid w:val="00CA2EC5"/>
    <w:rsid w:val="00CB057D"/>
    <w:rsid w:val="00CF0A8F"/>
    <w:rsid w:val="00CF4918"/>
    <w:rsid w:val="00DF6CF9"/>
    <w:rsid w:val="00E62738"/>
    <w:rsid w:val="00EB2673"/>
    <w:rsid w:val="00EF0A90"/>
    <w:rsid w:val="00F427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55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762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62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7</Pages>
  <Words>157</Words>
  <Characters>898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dc:creator>
  <cp:keywords/>
  <dc:description/>
  <cp:lastModifiedBy>NPSD</cp:lastModifiedBy>
  <cp:revision>32</cp:revision>
  <dcterms:created xsi:type="dcterms:W3CDTF">2009-01-25T19:48:00Z</dcterms:created>
  <dcterms:modified xsi:type="dcterms:W3CDTF">2009-04-23T17:51:00Z</dcterms:modified>
</cp:coreProperties>
</file>